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1F67E" w14:textId="26A2779B" w:rsidR="00EE1362" w:rsidRPr="00B25C76" w:rsidRDefault="006A1A5F" w:rsidP="00EE1362">
      <w:pPr>
        <w:pStyle w:val="Body-Paragraph"/>
        <w:spacing w:before="0" w:after="0"/>
      </w:pPr>
      <w:r>
        <w:t>27</w:t>
      </w:r>
      <w:r w:rsidR="00EE1362" w:rsidRPr="00B25C76">
        <w:t xml:space="preserve"> July 2020</w:t>
      </w:r>
    </w:p>
    <w:p w14:paraId="22FA1232" w14:textId="77777777" w:rsidR="00EE1362" w:rsidRPr="00B25C76" w:rsidRDefault="00EE1362" w:rsidP="00EE1362">
      <w:pPr>
        <w:pStyle w:val="Body-Paragraph"/>
        <w:spacing w:before="0" w:after="0"/>
      </w:pPr>
    </w:p>
    <w:p w14:paraId="6E98DA82" w14:textId="77777777" w:rsidR="00EE1362" w:rsidRPr="00B25C76" w:rsidRDefault="00EE1362" w:rsidP="00EE1362">
      <w:pPr>
        <w:pStyle w:val="Body-Paragraph"/>
        <w:spacing w:before="0" w:after="0"/>
      </w:pPr>
    </w:p>
    <w:p w14:paraId="79039EF7" w14:textId="77777777" w:rsidR="00EE1362" w:rsidRPr="00B25C76" w:rsidRDefault="00EE1362" w:rsidP="00EE1362">
      <w:pPr>
        <w:pStyle w:val="Body-Paragraph"/>
        <w:spacing w:before="0" w:after="0"/>
      </w:pPr>
    </w:p>
    <w:p w14:paraId="1AF65FBF" w14:textId="77777777" w:rsidR="00EE1362" w:rsidRPr="00B25C76" w:rsidRDefault="00EE1362" w:rsidP="00EE1362">
      <w:pPr>
        <w:pStyle w:val="Body-Paragraph"/>
        <w:spacing w:before="0" w:after="0"/>
      </w:pPr>
      <w:r w:rsidRPr="00B25C76">
        <w:t xml:space="preserve">Energy Security Board </w:t>
      </w:r>
    </w:p>
    <w:p w14:paraId="78C3D928" w14:textId="77777777" w:rsidR="00EE1362" w:rsidRPr="00B25C76" w:rsidRDefault="00EE1362" w:rsidP="00EE1362">
      <w:pPr>
        <w:spacing w:after="120"/>
        <w:rPr>
          <w:rFonts w:ascii="Arial" w:hAnsi="Arial" w:cs="Arial"/>
          <w:sz w:val="20"/>
          <w:szCs w:val="20"/>
        </w:rPr>
      </w:pPr>
      <w:r w:rsidRPr="00B25C76">
        <w:rPr>
          <w:rFonts w:ascii="Arial" w:hAnsi="Arial" w:cs="Arial"/>
          <w:color w:val="000000"/>
          <w:sz w:val="20"/>
          <w:szCs w:val="20"/>
          <w:shd w:val="clear" w:color="auto" w:fill="FFFFFF"/>
        </w:rPr>
        <w:t>GPO Box 2013</w:t>
      </w:r>
      <w:r w:rsidRPr="00B25C76">
        <w:rPr>
          <w:rFonts w:ascii="Arial" w:hAnsi="Arial" w:cs="Arial"/>
          <w:color w:val="000000"/>
          <w:sz w:val="20"/>
          <w:szCs w:val="20"/>
        </w:rPr>
        <w:br/>
      </w:r>
      <w:r w:rsidRPr="00B25C76">
        <w:rPr>
          <w:rFonts w:ascii="Arial" w:hAnsi="Arial" w:cs="Arial"/>
          <w:color w:val="000000"/>
          <w:sz w:val="20"/>
          <w:szCs w:val="20"/>
          <w:shd w:val="clear" w:color="auto" w:fill="FFFFFF"/>
        </w:rPr>
        <w:t>CANBERRA ACT 2601</w:t>
      </w:r>
    </w:p>
    <w:p w14:paraId="0C6ECB45" w14:textId="77777777" w:rsidR="00EE1362" w:rsidRPr="00B25C76" w:rsidRDefault="007657A0" w:rsidP="00EE1362">
      <w:pPr>
        <w:spacing w:after="120"/>
        <w:rPr>
          <w:rFonts w:ascii="Arial" w:hAnsi="Arial" w:cs="Arial"/>
          <w:sz w:val="20"/>
          <w:szCs w:val="20"/>
        </w:rPr>
      </w:pPr>
      <w:hyperlink r:id="rId8" w:history="1">
        <w:r w:rsidR="00EE1362" w:rsidRPr="00B25C76">
          <w:rPr>
            <w:rStyle w:val="Hyperlink"/>
            <w:rFonts w:ascii="Arial" w:hAnsi="Arial" w:cs="Arial"/>
            <w:sz w:val="20"/>
            <w:szCs w:val="20"/>
          </w:rPr>
          <w:t>info@esb.org.au</w:t>
        </w:r>
      </w:hyperlink>
      <w:r w:rsidR="00EE1362" w:rsidRPr="00B25C76">
        <w:rPr>
          <w:rFonts w:ascii="Arial" w:hAnsi="Arial" w:cs="Arial"/>
          <w:sz w:val="20"/>
          <w:szCs w:val="20"/>
        </w:rPr>
        <w:t xml:space="preserve"> </w:t>
      </w:r>
    </w:p>
    <w:p w14:paraId="1178D3BC" w14:textId="77777777" w:rsidR="00EE1362" w:rsidRPr="00B25C76" w:rsidRDefault="00EE1362" w:rsidP="00506CFE">
      <w:pPr>
        <w:spacing w:after="120"/>
        <w:rPr>
          <w:rFonts w:ascii="Arial" w:hAnsi="Arial" w:cs="Arial"/>
          <w:sz w:val="20"/>
          <w:szCs w:val="20"/>
        </w:rPr>
      </w:pPr>
    </w:p>
    <w:p w14:paraId="6593AB24" w14:textId="7696AE3C" w:rsidR="00EE1362" w:rsidRDefault="00EE1362" w:rsidP="00506CFE">
      <w:pPr>
        <w:spacing w:after="120"/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bookmarkStart w:id="0" w:name="_Hlk46484405"/>
      <w:r w:rsidRPr="00C71CF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Dear Energy Security Board  </w:t>
      </w:r>
    </w:p>
    <w:p w14:paraId="0DA737AD" w14:textId="77777777" w:rsidR="00E336C9" w:rsidRPr="00C71CF0" w:rsidRDefault="00E336C9" w:rsidP="00506CFE">
      <w:pPr>
        <w:spacing w:after="120"/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</w:p>
    <w:p w14:paraId="267EA5DE" w14:textId="704AF989" w:rsidR="00EE1362" w:rsidRDefault="00EE1362" w:rsidP="00506CFE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Standards Australia is pleased to provide feedback for consideration in the development of the Governance of </w:t>
      </w:r>
      <w:r w:rsidR="00B25C76"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Distributed Energy Resources (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DER</w:t>
      </w:r>
      <w:r w:rsid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)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technical </w:t>
      </w:r>
      <w:r w:rsidR="00C71CF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s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tandards consultation paper. </w:t>
      </w:r>
      <w:r w:rsidR="005F037E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We applaud the </w:t>
      </w:r>
      <w:r w:rsidR="006A1A5F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emphasis</w:t>
      </w:r>
      <w:r w:rsidR="005F037E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  <w:r w:rsidR="00103EB2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on </w:t>
      </w:r>
      <w:r w:rsidR="005F037E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establishing an environment that supports the development of technical standards within a public policy context. </w:t>
      </w:r>
      <w:r w:rsidR="00103EB2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</w:p>
    <w:p w14:paraId="7BF7D778" w14:textId="59695B55" w:rsidR="003C1AAC" w:rsidRDefault="00E15A29" w:rsidP="00506CFE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The Commonwealth </w:t>
      </w:r>
      <w:proofErr w:type="spellStart"/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recognises</w:t>
      </w:r>
      <w:proofErr w:type="spellEnd"/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Standards Australia</w:t>
      </w:r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as the </w:t>
      </w:r>
      <w:r w:rsidR="003C1AAC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peak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,</w:t>
      </w:r>
      <w:r w:rsidR="003C1AAC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not for profit </w:t>
      </w:r>
      <w:r w:rsidR="006A1A5F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N</w:t>
      </w:r>
      <w:r w:rsidR="003C1AAC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ational </w:t>
      </w:r>
      <w:r w:rsidR="006A1A5F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S</w:t>
      </w:r>
      <w:r w:rsidR="003C1AAC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tandards </w:t>
      </w:r>
      <w:r w:rsidR="006A1A5F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B</w:t>
      </w:r>
      <w:r w:rsidR="003C1AAC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ody of Australia</w:t>
      </w:r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. We have </w:t>
      </w:r>
      <w:r w:rsidR="003C1AAC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over 100 years’ experience</w:t>
      </w:r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of successfully</w:t>
      </w:r>
      <w:r w:rsidR="003C1AAC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bringing government and industry together to develop technical </w:t>
      </w:r>
      <w:proofErr w:type="gramStart"/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guidance, and</w:t>
      </w:r>
      <w:proofErr w:type="gramEnd"/>
      <w:r w:rsidR="003C1AAC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are Australia’s representation at both the International Organization for Standardization (ISO) and the International Electrotechnical Commission (IEC). </w:t>
      </w:r>
    </w:p>
    <w:p w14:paraId="1BB586D2" w14:textId="56D4DB68" w:rsidR="005F037E" w:rsidRDefault="005F037E" w:rsidP="00506CFE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In our role as the National Standards Body, we assist </w:t>
      </w:r>
      <w:r w:rsidR="00E15A2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the 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government in building an understanding of the international standards availabl</w:t>
      </w:r>
      <w:r w:rsidR="00E15A2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e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and </w:t>
      </w:r>
      <w:r w:rsidR="00E15A2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supporting their 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adopti</w:t>
      </w:r>
      <w:r w:rsidR="00E15A2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on and uptake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for Australian use. Within the broader framework, we </w:t>
      </w:r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support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Australia with meeting its obligations under the General Agreement on Tariffs and Trade and the World Trade Organization’s Technical Barriers to Trade Agreement. </w:t>
      </w:r>
    </w:p>
    <w:p w14:paraId="6C1F6A46" w14:textId="77777777" w:rsidR="00103EB2" w:rsidRDefault="005F037E" w:rsidP="00506CFE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Standards Australia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supports the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Energy Security Board’s proposed Option 3 of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a governance body 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to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oversee the coordination of DER standards</w:t>
      </w:r>
      <w:r w:rsidR="006A1A5F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,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and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if accepted,</w:t>
      </w:r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recommends</w:t>
      </w:r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that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the 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development of new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technical 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guidance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continues to take place through Standards Australia.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</w:p>
    <w:p w14:paraId="25D90B37" w14:textId="3CBAC72B" w:rsidR="00B25C76" w:rsidRDefault="005F037E" w:rsidP="00506CFE">
      <w:pPr>
        <w:rPr>
          <w:rFonts w:ascii="Arial" w:eastAsia="Times New Roman" w:hAnsi="Arial" w:cs="Arial"/>
          <w:sz w:val="20"/>
          <w:szCs w:val="20"/>
          <w:lang w:eastAsia="en-AU"/>
        </w:rPr>
      </w:pP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For this new </w:t>
      </w:r>
      <w:r w:rsidR="006A1A5F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coordinating 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structure to </w:t>
      </w:r>
      <w:r w:rsidR="0084135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be 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success</w:t>
      </w:r>
      <w:r w:rsidR="0084135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ful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, the national policy must </w:t>
      </w:r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operate 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within the context of not only technical standards but the global supply chain that develop</w:t>
      </w:r>
      <w:r w:rsidR="00E15A2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s</w:t>
      </w:r>
      <w: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products and systems</w:t>
      </w:r>
      <w:r w:rsidR="00E15A2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. </w:t>
      </w:r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Furthermore, the governing body must </w:t>
      </w:r>
      <w:r w:rsidR="00103EB2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encourage </w:t>
      </w:r>
      <w:r w:rsidR="0084135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a </w:t>
      </w:r>
      <w:proofErr w:type="spellStart"/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genunine</w:t>
      </w:r>
      <w:proofErr w:type="spellEnd"/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  <w:r w:rsidR="0084135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partnership between government</w:t>
      </w:r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and stakeholders</w:t>
      </w:r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in order for</w:t>
      </w:r>
      <w:proofErr w:type="gramEnd"/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the</w:t>
      </w:r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the</w:t>
      </w:r>
      <w:proofErr w:type="spellEnd"/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committee </w:t>
      </w:r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to deliver a</w:t>
      </w:r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structure that </w:t>
      </w:r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will </w:t>
      </w:r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aid</w:t>
      </w:r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Australia </w:t>
      </w:r>
      <w:r w:rsidR="00103EB2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in taking steps </w:t>
      </w:r>
      <w:r w:rsidR="00F10424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towards </w:t>
      </w:r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a renewable energy future. </w:t>
      </w:r>
      <w:r w:rsidR="0084135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</w:p>
    <w:p w14:paraId="31C2DDA2" w14:textId="59BCF498" w:rsidR="00EE1362" w:rsidRPr="00B25C76" w:rsidRDefault="00EE1362" w:rsidP="00506CFE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In </w:t>
      </w:r>
      <w:r w:rsidR="00CF26ED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terms of supporting regulatory frameworks, </w:t>
      </w:r>
      <w:r w:rsidR="00E15A2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Standards Australia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ha</w:t>
      </w:r>
      <w:r w:rsidR="00E15A2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s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established procedures with the government to align processes</w:t>
      </w:r>
      <w:r w:rsidR="00E15A2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,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such as with the Australian Buildings Codes Board via the National Construction Code and through </w:t>
      </w:r>
      <w:r w:rsidR="00103EB2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the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Minimum Energy Performance Standards called up in the Greenhouse and Energy Minimum Standards Act 2012. </w:t>
      </w:r>
    </w:p>
    <w:p w14:paraId="4D9AB0D1" w14:textId="4D74EAAF" w:rsidR="00EE1362" w:rsidRDefault="00EE1362" w:rsidP="00506CFE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Standards Australia remains confident that </w:t>
      </w:r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by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working together towards a coordinated approach</w:t>
      </w:r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,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Australia is on a positive path towards </w:t>
      </w:r>
      <w:proofErr w:type="spellStart"/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decarbonising</w:t>
      </w:r>
      <w:proofErr w:type="spellEnd"/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its economy. We </w:t>
      </w:r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again applaud the</w:t>
      </w:r>
      <w:r w:rsidR="006F3F95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Commonwealth for this undertaking and</w:t>
      </w:r>
      <w:r w:rsidR="00E336C9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welcome any opportunity to discuss further ways in which we can contribute and support </w:t>
      </w:r>
      <w:r w:rsidR="006F3F95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the ESB</w:t>
      </w:r>
      <w:r w:rsidR="00DF511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. </w:t>
      </w:r>
      <w:r w:rsidR="006F3F95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</w:p>
    <w:p w14:paraId="195C121E" w14:textId="77777777" w:rsidR="007657A0" w:rsidRPr="00B25C76" w:rsidRDefault="007657A0" w:rsidP="00506CFE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</w:p>
    <w:p w14:paraId="427E1792" w14:textId="1EF8312A" w:rsidR="00EE1362" w:rsidRPr="00B25C76" w:rsidRDefault="00EE1362" w:rsidP="00EE1362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bookmarkStart w:id="1" w:name="_GoBack"/>
      <w:bookmarkEnd w:id="1"/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lastRenderedPageBreak/>
        <w:t xml:space="preserve">For any questions or further information, please do not hesitate to contact Kara Chan, Stakeholder Engagement Manager by phone on 02 9237 6116 </w:t>
      </w:r>
      <w:r w:rsidR="00C71CF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or email</w:t>
      </w:r>
      <w:r w:rsidR="00CF26ED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at</w:t>
      </w:r>
      <w:r w:rsidR="00C71CF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  <w:hyperlink r:id="rId9" w:history="1">
        <w:r w:rsidR="00C71CF0" w:rsidRPr="002240C0">
          <w:rPr>
            <w:rStyle w:val="Hyperlink"/>
            <w:rFonts w:ascii="Arial" w:eastAsiaTheme="minorEastAsia" w:hAnsi="Arial" w:cs="Arial"/>
            <w:sz w:val="20"/>
            <w:szCs w:val="20"/>
            <w:lang w:val="en-US"/>
          </w:rPr>
          <w:t>Kara.Chan@standards.org.au</w:t>
        </w:r>
      </w:hyperlink>
      <w:r w:rsidR="00C71CF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 xml:space="preserve"> </w:t>
      </w:r>
    </w:p>
    <w:bookmarkEnd w:id="0"/>
    <w:p w14:paraId="7A5B071D" w14:textId="77777777" w:rsidR="00EE1362" w:rsidRPr="00B25C76" w:rsidRDefault="00EE1362" w:rsidP="00EE1362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</w:p>
    <w:p w14:paraId="112CE3E4" w14:textId="77777777" w:rsidR="00EE1362" w:rsidRPr="00B25C76" w:rsidRDefault="00EE1362" w:rsidP="00EE1362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r w:rsidRPr="00B25C76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Yours sincerely</w:t>
      </w:r>
    </w:p>
    <w:p w14:paraId="022F5B27" w14:textId="77777777" w:rsidR="00EE1362" w:rsidRPr="00884B90" w:rsidRDefault="00EE1362" w:rsidP="00EE1362">
      <w:pPr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1D7F6C75" wp14:editId="3C70955A">
            <wp:extent cx="1049731" cy="5486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136" cy="55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898EB" w14:textId="77777777" w:rsidR="00EE1362" w:rsidRDefault="00EE1362" w:rsidP="00EE1362">
      <w:pPr>
        <w:spacing w:after="0"/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</w:p>
    <w:p w14:paraId="439F6097" w14:textId="77777777" w:rsidR="00EE1362" w:rsidRPr="00884B90" w:rsidRDefault="00EE1362" w:rsidP="00EE1362">
      <w:pPr>
        <w:spacing w:after="0"/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</w:pPr>
      <w:r w:rsidRPr="00884B9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Daniel Chidgey</w:t>
      </w:r>
    </w:p>
    <w:p w14:paraId="7C66E698" w14:textId="63960843" w:rsidR="007361C0" w:rsidRPr="00CA54D9" w:rsidRDefault="00EE1362" w:rsidP="00EE1362">
      <w:pPr>
        <w:spacing w:after="0"/>
      </w:pPr>
      <w:r w:rsidRPr="00884B90">
        <w:rPr>
          <w:rFonts w:ascii="Arial" w:eastAsiaTheme="minorEastAsia" w:hAnsi="Arial" w:cs="Arial"/>
          <w:color w:val="000000" w:themeColor="text1"/>
          <w:sz w:val="20"/>
          <w:szCs w:val="20"/>
          <w:lang w:val="en-US"/>
        </w:rPr>
        <w:t>Head of Stakeholder Engagement</w:t>
      </w:r>
    </w:p>
    <w:sectPr w:rsidR="007361C0" w:rsidRPr="00CA54D9" w:rsidSect="00D313F1">
      <w:headerReference w:type="default" r:id="rId11"/>
      <w:headerReference w:type="first" r:id="rId12"/>
      <w:footerReference w:type="first" r:id="rId13"/>
      <w:pgSz w:w="11907" w:h="16840" w:code="9"/>
      <w:pgMar w:top="2878" w:right="1758" w:bottom="1077" w:left="1418" w:header="567" w:footer="116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2752C" w14:textId="77777777" w:rsidR="00F152B6" w:rsidRDefault="00F152B6">
      <w:r>
        <w:separator/>
      </w:r>
    </w:p>
  </w:endnote>
  <w:endnote w:type="continuationSeparator" w:id="0">
    <w:p w14:paraId="3E6DCE50" w14:textId="77777777" w:rsidR="00F152B6" w:rsidRDefault="00F15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E1A0F" w14:textId="77777777" w:rsidR="00D313F1" w:rsidRDefault="00CE00BE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59264" behindDoc="0" locked="0" layoutInCell="1" allowOverlap="1" wp14:anchorId="1776DAA8" wp14:editId="45AF2F0E">
          <wp:simplePos x="0" y="0"/>
          <wp:positionH relativeFrom="column">
            <wp:posOffset>0</wp:posOffset>
          </wp:positionH>
          <wp:positionV relativeFrom="paragraph">
            <wp:posOffset>226695</wp:posOffset>
          </wp:positionV>
          <wp:extent cx="2095500" cy="197485"/>
          <wp:effectExtent l="0" t="0" r="0" b="0"/>
          <wp:wrapNone/>
          <wp:docPr id="16" name="Picture 16" descr="letterhead-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etterhead-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197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B30C9" w14:textId="77777777" w:rsidR="00F152B6" w:rsidRDefault="00F152B6">
      <w:r>
        <w:separator/>
      </w:r>
    </w:p>
  </w:footnote>
  <w:footnote w:type="continuationSeparator" w:id="0">
    <w:p w14:paraId="25235ED8" w14:textId="77777777" w:rsidR="00F152B6" w:rsidRDefault="00F15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03F8E" w14:textId="77777777" w:rsidR="00C47C94" w:rsidRDefault="00082361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61312" behindDoc="0" locked="0" layoutInCell="1" allowOverlap="1" wp14:anchorId="48245664" wp14:editId="3513137E">
          <wp:simplePos x="0" y="0"/>
          <wp:positionH relativeFrom="column">
            <wp:posOffset>0</wp:posOffset>
          </wp:positionH>
          <wp:positionV relativeFrom="paragraph">
            <wp:posOffset>39370</wp:posOffset>
          </wp:positionV>
          <wp:extent cx="2732400" cy="565200"/>
          <wp:effectExtent l="0" t="0" r="0" b="6350"/>
          <wp:wrapNone/>
          <wp:docPr id="2" name="Picture 2" descr="letterhead-boi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-boi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703E1" w14:textId="77777777" w:rsidR="00C47C94" w:rsidRPr="00E20A77" w:rsidRDefault="00CE00BE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6192" behindDoc="0" locked="0" layoutInCell="1" allowOverlap="1" wp14:anchorId="37DFA875" wp14:editId="1A4E689F">
          <wp:simplePos x="0" y="0"/>
          <wp:positionH relativeFrom="column">
            <wp:posOffset>0</wp:posOffset>
          </wp:positionH>
          <wp:positionV relativeFrom="paragraph">
            <wp:posOffset>38735</wp:posOffset>
          </wp:positionV>
          <wp:extent cx="2730500" cy="565150"/>
          <wp:effectExtent l="0" t="0" r="0" b="6350"/>
          <wp:wrapNone/>
          <wp:docPr id="15" name="Picture 15" descr="letterhead-boi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-boi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05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4D10669D" wp14:editId="093D807C">
          <wp:simplePos x="0" y="0"/>
          <wp:positionH relativeFrom="column">
            <wp:posOffset>4197985</wp:posOffset>
          </wp:positionH>
          <wp:positionV relativeFrom="paragraph">
            <wp:posOffset>85725</wp:posOffset>
          </wp:positionV>
          <wp:extent cx="1891665" cy="1899920"/>
          <wp:effectExtent l="0" t="0" r="0" b="5080"/>
          <wp:wrapSquare wrapText="bothSides"/>
          <wp:docPr id="1" name="Picture 1" descr="SA_Logo_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_Logo_letterhe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1665" cy="189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8B07F8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3E8E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F4C24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12D4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68AE6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4AD18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6CF5A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8C3F4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8AA4B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84CC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8B7BDD"/>
    <w:multiLevelType w:val="multilevel"/>
    <w:tmpl w:val="6490473C"/>
    <w:lvl w:ilvl="0">
      <w:start w:val="1"/>
      <w:numFmt w:val="decimal"/>
      <w:pStyle w:val="SAHeading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7C43201"/>
    <w:multiLevelType w:val="hybridMultilevel"/>
    <w:tmpl w:val="2D4E8D96"/>
    <w:lvl w:ilvl="0" w:tplc="C01EF5CC">
      <w:start w:val="1"/>
      <w:numFmt w:val="bullet"/>
      <w:pStyle w:val="SALHBullet"/>
      <w:lvlText w:val=""/>
      <w:lvlJc w:val="left"/>
      <w:pPr>
        <w:tabs>
          <w:tab w:val="num" w:pos="199"/>
        </w:tabs>
        <w:ind w:left="199" w:hanging="19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66F0C"/>
    <w:multiLevelType w:val="hybridMultilevel"/>
    <w:tmpl w:val="97B6C4C4"/>
    <w:lvl w:ilvl="0" w:tplc="B6D213C4">
      <w:start w:val="5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5274D5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3C887B2E"/>
    <w:multiLevelType w:val="multilevel"/>
    <w:tmpl w:val="98929168"/>
    <w:lvl w:ilvl="0">
      <w:start w:val="1"/>
      <w:numFmt w:val="decimal"/>
      <w:pStyle w:val="SAHeading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50173D1"/>
    <w:multiLevelType w:val="multilevel"/>
    <w:tmpl w:val="A162C696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0884182"/>
    <w:multiLevelType w:val="multilevel"/>
    <w:tmpl w:val="D9E83C6E"/>
    <w:lvl w:ilvl="0">
      <w:start w:val="1"/>
      <w:numFmt w:val="decimal"/>
      <w:pStyle w:val="SAHeading4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3966690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A0E6780"/>
    <w:multiLevelType w:val="multilevel"/>
    <w:tmpl w:val="C752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32038F"/>
    <w:multiLevelType w:val="hybridMultilevel"/>
    <w:tmpl w:val="D8969A7A"/>
    <w:lvl w:ilvl="0" w:tplc="86F83A6E">
      <w:start w:val="1"/>
      <w:numFmt w:val="bullet"/>
      <w:pStyle w:val="SABulletPoint"/>
      <w:lvlText w:val="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20B2B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9"/>
  </w:num>
  <w:num w:numId="3">
    <w:abstractNumId w:val="19"/>
  </w:num>
  <w:num w:numId="4">
    <w:abstractNumId w:val="15"/>
  </w:num>
  <w:num w:numId="5">
    <w:abstractNumId w:val="15"/>
  </w:num>
  <w:num w:numId="6">
    <w:abstractNumId w:val="15"/>
  </w:num>
  <w:num w:numId="7">
    <w:abstractNumId w:val="14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4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9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9"/>
  </w:num>
  <w:num w:numId="28">
    <w:abstractNumId w:val="19"/>
  </w:num>
  <w:num w:numId="29">
    <w:abstractNumId w:val="19"/>
  </w:num>
  <w:num w:numId="30">
    <w:abstractNumId w:val="14"/>
  </w:num>
  <w:num w:numId="31">
    <w:abstractNumId w:val="10"/>
  </w:num>
  <w:num w:numId="32">
    <w:abstractNumId w:val="14"/>
  </w:num>
  <w:num w:numId="33">
    <w:abstractNumId w:val="16"/>
  </w:num>
  <w:num w:numId="34">
    <w:abstractNumId w:val="19"/>
  </w:num>
  <w:num w:numId="35">
    <w:abstractNumId w:val="12"/>
  </w:num>
  <w:num w:numId="36">
    <w:abstractNumId w:val="11"/>
  </w:num>
  <w:num w:numId="37">
    <w:abstractNumId w:val="1"/>
  </w:num>
  <w:num w:numId="38">
    <w:abstractNumId w:val="0"/>
  </w:num>
  <w:num w:numId="39">
    <w:abstractNumId w:val="3"/>
  </w:num>
  <w:num w:numId="40">
    <w:abstractNumId w:val="2"/>
  </w:num>
  <w:num w:numId="41">
    <w:abstractNumId w:val="8"/>
  </w:num>
  <w:num w:numId="42">
    <w:abstractNumId w:val="20"/>
  </w:num>
  <w:num w:numId="43">
    <w:abstractNumId w:val="17"/>
  </w:num>
  <w:num w:numId="44">
    <w:abstractNumId w:val="13"/>
  </w:num>
  <w:num w:numId="45">
    <w:abstractNumId w:val="9"/>
  </w:num>
  <w:num w:numId="46">
    <w:abstractNumId w:val="7"/>
  </w:num>
  <w:num w:numId="47">
    <w:abstractNumId w:val="6"/>
  </w:num>
  <w:num w:numId="48">
    <w:abstractNumId w:val="5"/>
  </w:num>
  <w:num w:numId="49">
    <w:abstractNumId w:val="4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A2MLCwNDY2NzMxNzdS0lEKTi0uzszPAykwrAUAcY6jBSwAAAA="/>
  </w:docVars>
  <w:rsids>
    <w:rsidRoot w:val="00EE1362"/>
    <w:rsid w:val="00000800"/>
    <w:rsid w:val="00005222"/>
    <w:rsid w:val="00012CD4"/>
    <w:rsid w:val="00045FB9"/>
    <w:rsid w:val="00056A8D"/>
    <w:rsid w:val="0007225F"/>
    <w:rsid w:val="000730BD"/>
    <w:rsid w:val="00082361"/>
    <w:rsid w:val="00092CB9"/>
    <w:rsid w:val="000A3CAF"/>
    <w:rsid w:val="000B2017"/>
    <w:rsid w:val="00103EB2"/>
    <w:rsid w:val="001201BB"/>
    <w:rsid w:val="001258FC"/>
    <w:rsid w:val="00140E11"/>
    <w:rsid w:val="00146782"/>
    <w:rsid w:val="001635E5"/>
    <w:rsid w:val="001A238A"/>
    <w:rsid w:val="001B5C67"/>
    <w:rsid w:val="00210A8D"/>
    <w:rsid w:val="00240132"/>
    <w:rsid w:val="002456C2"/>
    <w:rsid w:val="00256CEC"/>
    <w:rsid w:val="002775B0"/>
    <w:rsid w:val="002B1425"/>
    <w:rsid w:val="002E0C73"/>
    <w:rsid w:val="002F0D2D"/>
    <w:rsid w:val="0031265A"/>
    <w:rsid w:val="00326538"/>
    <w:rsid w:val="0033099D"/>
    <w:rsid w:val="003617D4"/>
    <w:rsid w:val="00383D10"/>
    <w:rsid w:val="003A75B8"/>
    <w:rsid w:val="003C1AAC"/>
    <w:rsid w:val="003E5448"/>
    <w:rsid w:val="00412739"/>
    <w:rsid w:val="004155F9"/>
    <w:rsid w:val="00462FE2"/>
    <w:rsid w:val="00474F73"/>
    <w:rsid w:val="00480D58"/>
    <w:rsid w:val="004827FD"/>
    <w:rsid w:val="0049233D"/>
    <w:rsid w:val="004C24CD"/>
    <w:rsid w:val="004C6802"/>
    <w:rsid w:val="004F0BB8"/>
    <w:rsid w:val="004F2EC0"/>
    <w:rsid w:val="00506CFE"/>
    <w:rsid w:val="00517F60"/>
    <w:rsid w:val="005411D2"/>
    <w:rsid w:val="0054751B"/>
    <w:rsid w:val="005832B7"/>
    <w:rsid w:val="00591A71"/>
    <w:rsid w:val="005A7176"/>
    <w:rsid w:val="005C5403"/>
    <w:rsid w:val="005D7FFE"/>
    <w:rsid w:val="005E37AD"/>
    <w:rsid w:val="005F037E"/>
    <w:rsid w:val="00632B40"/>
    <w:rsid w:val="006416F5"/>
    <w:rsid w:val="0067043C"/>
    <w:rsid w:val="00681F3E"/>
    <w:rsid w:val="006A1A5F"/>
    <w:rsid w:val="006B5475"/>
    <w:rsid w:val="006C4171"/>
    <w:rsid w:val="006D223D"/>
    <w:rsid w:val="006E2834"/>
    <w:rsid w:val="006E57CC"/>
    <w:rsid w:val="006F3F95"/>
    <w:rsid w:val="006F7072"/>
    <w:rsid w:val="007059A1"/>
    <w:rsid w:val="007255E5"/>
    <w:rsid w:val="007361C0"/>
    <w:rsid w:val="00740BF2"/>
    <w:rsid w:val="0074167A"/>
    <w:rsid w:val="00742B31"/>
    <w:rsid w:val="00747F52"/>
    <w:rsid w:val="007657A0"/>
    <w:rsid w:val="007918A3"/>
    <w:rsid w:val="00793D8A"/>
    <w:rsid w:val="007B29C6"/>
    <w:rsid w:val="00835572"/>
    <w:rsid w:val="008405F3"/>
    <w:rsid w:val="00841356"/>
    <w:rsid w:val="00845A10"/>
    <w:rsid w:val="00865662"/>
    <w:rsid w:val="008816CB"/>
    <w:rsid w:val="008B41DE"/>
    <w:rsid w:val="008B6366"/>
    <w:rsid w:val="009157DA"/>
    <w:rsid w:val="0093659D"/>
    <w:rsid w:val="00951EDB"/>
    <w:rsid w:val="00954BDF"/>
    <w:rsid w:val="009657EB"/>
    <w:rsid w:val="009718B6"/>
    <w:rsid w:val="00992B00"/>
    <w:rsid w:val="009A1AB0"/>
    <w:rsid w:val="009A72E8"/>
    <w:rsid w:val="009B1BCD"/>
    <w:rsid w:val="009C0C6C"/>
    <w:rsid w:val="009C45AD"/>
    <w:rsid w:val="009F4192"/>
    <w:rsid w:val="00A1091C"/>
    <w:rsid w:val="00A42606"/>
    <w:rsid w:val="00AB7C85"/>
    <w:rsid w:val="00AE3A00"/>
    <w:rsid w:val="00AE765F"/>
    <w:rsid w:val="00AF1749"/>
    <w:rsid w:val="00AF3601"/>
    <w:rsid w:val="00B25C76"/>
    <w:rsid w:val="00B56624"/>
    <w:rsid w:val="00B57ADE"/>
    <w:rsid w:val="00B7521A"/>
    <w:rsid w:val="00B853E2"/>
    <w:rsid w:val="00BB2467"/>
    <w:rsid w:val="00BC1EDB"/>
    <w:rsid w:val="00BD5CC7"/>
    <w:rsid w:val="00C12570"/>
    <w:rsid w:val="00C22545"/>
    <w:rsid w:val="00C249A2"/>
    <w:rsid w:val="00C40A91"/>
    <w:rsid w:val="00C47C94"/>
    <w:rsid w:val="00C7022D"/>
    <w:rsid w:val="00C71CF0"/>
    <w:rsid w:val="00C9790E"/>
    <w:rsid w:val="00CA28E8"/>
    <w:rsid w:val="00CA54D9"/>
    <w:rsid w:val="00CA7515"/>
    <w:rsid w:val="00CC3797"/>
    <w:rsid w:val="00CC7658"/>
    <w:rsid w:val="00CD447C"/>
    <w:rsid w:val="00CD5653"/>
    <w:rsid w:val="00CD6F50"/>
    <w:rsid w:val="00CE00BE"/>
    <w:rsid w:val="00CE1620"/>
    <w:rsid w:val="00CF26ED"/>
    <w:rsid w:val="00D14F79"/>
    <w:rsid w:val="00D26BB2"/>
    <w:rsid w:val="00D313F1"/>
    <w:rsid w:val="00D771E6"/>
    <w:rsid w:val="00D86087"/>
    <w:rsid w:val="00DE4DD2"/>
    <w:rsid w:val="00DF5110"/>
    <w:rsid w:val="00DF553B"/>
    <w:rsid w:val="00E13112"/>
    <w:rsid w:val="00E15A29"/>
    <w:rsid w:val="00E20A77"/>
    <w:rsid w:val="00E336C9"/>
    <w:rsid w:val="00E51105"/>
    <w:rsid w:val="00E51124"/>
    <w:rsid w:val="00E61A42"/>
    <w:rsid w:val="00E71A32"/>
    <w:rsid w:val="00E7785A"/>
    <w:rsid w:val="00E96025"/>
    <w:rsid w:val="00EA0793"/>
    <w:rsid w:val="00EB786C"/>
    <w:rsid w:val="00ED6DB3"/>
    <w:rsid w:val="00EE1362"/>
    <w:rsid w:val="00EF05BF"/>
    <w:rsid w:val="00F04924"/>
    <w:rsid w:val="00F0596C"/>
    <w:rsid w:val="00F10424"/>
    <w:rsid w:val="00F152B6"/>
    <w:rsid w:val="00F23FF5"/>
    <w:rsid w:val="00F279A4"/>
    <w:rsid w:val="00F34F30"/>
    <w:rsid w:val="00F65F32"/>
    <w:rsid w:val="00F71E1D"/>
    <w:rsid w:val="00F72B37"/>
    <w:rsid w:val="00F8169C"/>
    <w:rsid w:val="00F97A0A"/>
    <w:rsid w:val="00FA03AD"/>
    <w:rsid w:val="00FA1E73"/>
    <w:rsid w:val="00FC22F6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4BDA749"/>
  <w14:defaultImageDpi w14:val="330"/>
  <w15:docId w15:val="{F008625A-3295-4A6C-8F7E-0243ABE2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rsid w:val="00EE136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1A238A"/>
    <w:pPr>
      <w:keepNext/>
      <w:spacing w:before="240" w:after="60" w:line="240" w:lineRule="auto"/>
      <w:outlineLvl w:val="0"/>
    </w:pPr>
    <w:rPr>
      <w:rFonts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rsid w:val="001A238A"/>
    <w:pPr>
      <w:keepNext/>
      <w:spacing w:before="240" w:after="60" w:line="240" w:lineRule="auto"/>
      <w:outlineLvl w:val="1"/>
    </w:pPr>
    <w:rPr>
      <w:rFonts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1A238A"/>
    <w:pPr>
      <w:keepNext/>
      <w:spacing w:before="240" w:after="60" w:line="240" w:lineRule="auto"/>
      <w:outlineLvl w:val="2"/>
    </w:pPr>
    <w:rPr>
      <w:rFonts w:cs="Arial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qFormat/>
    <w:rsid w:val="001A238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qFormat/>
    <w:rsid w:val="001A238A"/>
    <w:pPr>
      <w:spacing w:before="240" w:after="60" w:line="240" w:lineRule="auto"/>
      <w:outlineLvl w:val="4"/>
    </w:pPr>
    <w:rPr>
      <w:rFonts w:cs="Arial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rsid w:val="001A238A"/>
    <w:pPr>
      <w:spacing w:before="240" w:after="60" w:line="240" w:lineRule="auto"/>
      <w:outlineLvl w:val="5"/>
    </w:pPr>
    <w:rPr>
      <w:rFonts w:ascii="Times New Roman" w:hAnsi="Times New Roman"/>
      <w:b/>
      <w:bCs/>
      <w:lang w:val="en-US"/>
    </w:rPr>
  </w:style>
  <w:style w:type="paragraph" w:styleId="Heading7">
    <w:name w:val="heading 7"/>
    <w:basedOn w:val="Normal"/>
    <w:next w:val="Normal"/>
    <w:qFormat/>
    <w:rsid w:val="001A238A"/>
    <w:pPr>
      <w:spacing w:before="240" w:after="60" w:line="240" w:lineRule="auto"/>
      <w:outlineLvl w:val="6"/>
    </w:pPr>
    <w:rPr>
      <w:rFonts w:ascii="Times New Roman" w:hAnsi="Times New Roman"/>
      <w:sz w:val="24"/>
      <w:lang w:val="en-US"/>
    </w:rPr>
  </w:style>
  <w:style w:type="paragraph" w:styleId="Heading8">
    <w:name w:val="heading 8"/>
    <w:basedOn w:val="Normal"/>
    <w:next w:val="Normal"/>
    <w:qFormat/>
    <w:rsid w:val="001A238A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lang w:val="en-US"/>
    </w:rPr>
  </w:style>
  <w:style w:type="paragraph" w:styleId="Heading9">
    <w:name w:val="heading 9"/>
    <w:basedOn w:val="Normal"/>
    <w:next w:val="Normal"/>
    <w:qFormat/>
    <w:rsid w:val="001A238A"/>
    <w:pPr>
      <w:spacing w:before="240" w:after="60" w:line="240" w:lineRule="auto"/>
      <w:outlineLvl w:val="8"/>
    </w:pPr>
    <w:rPr>
      <w:rFonts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missionPrimaryHeading">
    <w:name w:val="Submission Primary Heading"/>
    <w:basedOn w:val="Normal"/>
    <w:semiHidden/>
    <w:rsid w:val="006C4171"/>
    <w:pPr>
      <w:spacing w:after="0" w:line="240" w:lineRule="auto"/>
    </w:pPr>
    <w:rPr>
      <w:rFonts w:cs="Arial"/>
      <w:sz w:val="36"/>
      <w:szCs w:val="36"/>
    </w:rPr>
  </w:style>
  <w:style w:type="paragraph" w:customStyle="1" w:styleId="SecondaryInformation">
    <w:name w:val="Secondary Information"/>
    <w:basedOn w:val="Normal"/>
    <w:semiHidden/>
    <w:rsid w:val="006C4171"/>
    <w:pPr>
      <w:spacing w:before="280"/>
    </w:pPr>
    <w:rPr>
      <w:sz w:val="24"/>
    </w:rPr>
  </w:style>
  <w:style w:type="paragraph" w:customStyle="1" w:styleId="VersionDateAuthor">
    <w:name w:val="Version/Date/Author"/>
    <w:basedOn w:val="Normal"/>
    <w:semiHidden/>
    <w:rsid w:val="006C4171"/>
  </w:style>
  <w:style w:type="paragraph" w:customStyle="1" w:styleId="AdditionalNotes">
    <w:name w:val="Additional Notes"/>
    <w:basedOn w:val="Normal"/>
    <w:semiHidden/>
    <w:rsid w:val="006C4171"/>
    <w:pPr>
      <w:spacing w:before="240" w:line="240" w:lineRule="exact"/>
    </w:pPr>
    <w:rPr>
      <w:i/>
      <w:sz w:val="18"/>
      <w:szCs w:val="18"/>
    </w:rPr>
  </w:style>
  <w:style w:type="paragraph" w:customStyle="1" w:styleId="SubmissionHeader">
    <w:name w:val="Submission Header"/>
    <w:basedOn w:val="Header"/>
    <w:semiHidden/>
    <w:rsid w:val="006D223D"/>
    <w:rPr>
      <w:b/>
      <w:sz w:val="16"/>
      <w:szCs w:val="16"/>
      <w:lang w:val="en-AU"/>
    </w:rPr>
  </w:style>
  <w:style w:type="paragraph" w:styleId="Header">
    <w:name w:val="header"/>
    <w:basedOn w:val="Normal"/>
    <w:semiHidden/>
    <w:rsid w:val="006D223D"/>
    <w:pPr>
      <w:tabs>
        <w:tab w:val="center" w:pos="4153"/>
        <w:tab w:val="right" w:pos="8306"/>
      </w:tabs>
      <w:spacing w:after="0" w:line="240" w:lineRule="auto"/>
    </w:pPr>
    <w:rPr>
      <w:rFonts w:cs="Arial"/>
      <w:szCs w:val="20"/>
      <w:lang w:val="en-US"/>
    </w:rPr>
  </w:style>
  <w:style w:type="paragraph" w:customStyle="1" w:styleId="SASubjectLine">
    <w:name w:val="SA Subject Line"/>
    <w:basedOn w:val="SABodyCopy"/>
    <w:semiHidden/>
    <w:rsid w:val="00FA1E73"/>
    <w:rPr>
      <w:b/>
    </w:rPr>
  </w:style>
  <w:style w:type="paragraph" w:customStyle="1" w:styleId="SubmissionHeading3">
    <w:name w:val="Submission Heading 3"/>
    <w:basedOn w:val="Normal"/>
    <w:semiHidden/>
    <w:rsid w:val="00C40A91"/>
    <w:pPr>
      <w:spacing w:before="240"/>
    </w:pPr>
    <w:rPr>
      <w:b/>
    </w:rPr>
  </w:style>
  <w:style w:type="paragraph" w:customStyle="1" w:styleId="SubmissionFootnote">
    <w:name w:val="Submission Footnote"/>
    <w:basedOn w:val="FootnoteText"/>
    <w:semiHidden/>
    <w:rsid w:val="00C40A91"/>
    <w:pPr>
      <w:spacing w:before="120" w:after="120"/>
    </w:pPr>
    <w:rPr>
      <w:i/>
      <w:sz w:val="14"/>
      <w:szCs w:val="14"/>
      <w:lang w:val="en-AU"/>
    </w:rPr>
  </w:style>
  <w:style w:type="paragraph" w:styleId="FootnoteText">
    <w:name w:val="footnote text"/>
    <w:basedOn w:val="Normal"/>
    <w:link w:val="FootnoteTextChar"/>
    <w:semiHidden/>
    <w:rsid w:val="00C40A91"/>
    <w:pPr>
      <w:spacing w:after="0" w:line="240" w:lineRule="auto"/>
    </w:pPr>
    <w:rPr>
      <w:rFonts w:cs="Arial"/>
      <w:szCs w:val="20"/>
      <w:lang w:val="en-US"/>
    </w:rPr>
  </w:style>
  <w:style w:type="paragraph" w:customStyle="1" w:styleId="SubmissionBulletPoint">
    <w:name w:val="Submission Bullet Point"/>
    <w:semiHidden/>
    <w:rsid w:val="00740BF2"/>
    <w:pPr>
      <w:tabs>
        <w:tab w:val="left" w:pos="1701"/>
      </w:tabs>
      <w:spacing w:line="240" w:lineRule="exact"/>
    </w:pPr>
    <w:rPr>
      <w:rFonts w:ascii="Arial" w:hAnsi="Arial" w:cs="Arial"/>
      <w:sz w:val="18"/>
      <w:szCs w:val="18"/>
      <w:lang w:val="en-US" w:eastAsia="en-US"/>
    </w:rPr>
  </w:style>
  <w:style w:type="paragraph" w:customStyle="1" w:styleId="Title2">
    <w:name w:val="Title 2"/>
    <w:basedOn w:val="Normal"/>
    <w:semiHidden/>
    <w:rsid w:val="00C40A91"/>
    <w:pPr>
      <w:spacing w:before="280"/>
    </w:pPr>
    <w:rPr>
      <w:sz w:val="24"/>
    </w:rPr>
  </w:style>
  <w:style w:type="paragraph" w:customStyle="1" w:styleId="Title1">
    <w:name w:val="Title 1"/>
    <w:basedOn w:val="Normal"/>
    <w:semiHidden/>
    <w:rsid w:val="00C40A91"/>
    <w:rPr>
      <w:sz w:val="36"/>
      <w:szCs w:val="36"/>
    </w:rPr>
  </w:style>
  <w:style w:type="paragraph" w:customStyle="1" w:styleId="Table">
    <w:name w:val="Table"/>
    <w:basedOn w:val="Normal"/>
    <w:semiHidden/>
    <w:rsid w:val="00E20A77"/>
    <w:pPr>
      <w:tabs>
        <w:tab w:val="left" w:pos="284"/>
        <w:tab w:val="left" w:pos="1701"/>
      </w:tabs>
      <w:spacing w:before="120"/>
    </w:pPr>
    <w:rPr>
      <w:sz w:val="18"/>
      <w:szCs w:val="18"/>
    </w:rPr>
  </w:style>
  <w:style w:type="paragraph" w:customStyle="1" w:styleId="SAHeading2">
    <w:name w:val="SA Heading 2"/>
    <w:semiHidden/>
    <w:rsid w:val="00740BF2"/>
    <w:pPr>
      <w:numPr>
        <w:numId w:val="31"/>
      </w:numPr>
      <w:spacing w:before="480" w:line="320" w:lineRule="exact"/>
    </w:pPr>
    <w:rPr>
      <w:rFonts w:ascii="Arial" w:hAnsi="Arial" w:cs="Arial"/>
      <w:b/>
      <w:sz w:val="24"/>
      <w:szCs w:val="24"/>
      <w:lang w:val="en-US" w:eastAsia="en-US"/>
    </w:rPr>
  </w:style>
  <w:style w:type="paragraph" w:customStyle="1" w:styleId="SAHeading3">
    <w:name w:val="SA Heading 3"/>
    <w:semiHidden/>
    <w:rsid w:val="00740BF2"/>
    <w:pPr>
      <w:numPr>
        <w:numId w:val="32"/>
      </w:numPr>
      <w:spacing w:before="240" w:line="240" w:lineRule="exact"/>
    </w:pPr>
    <w:rPr>
      <w:rFonts w:ascii="Arial" w:hAnsi="Arial" w:cs="Arial"/>
      <w:b/>
      <w:lang w:val="en-US" w:eastAsia="en-US"/>
    </w:rPr>
  </w:style>
  <w:style w:type="paragraph" w:customStyle="1" w:styleId="SAHeading4">
    <w:name w:val="SA Heading 4"/>
    <w:semiHidden/>
    <w:rsid w:val="00740BF2"/>
    <w:pPr>
      <w:numPr>
        <w:numId w:val="33"/>
      </w:numPr>
      <w:spacing w:before="240" w:line="240" w:lineRule="exact"/>
    </w:pPr>
    <w:rPr>
      <w:rFonts w:ascii="Arial" w:hAnsi="Arial" w:cs="Arial"/>
      <w:b/>
      <w:sz w:val="18"/>
      <w:lang w:val="en-US" w:eastAsia="en-US"/>
    </w:rPr>
  </w:style>
  <w:style w:type="paragraph" w:customStyle="1" w:styleId="SABodyCopy">
    <w:name w:val="SA Body Copy"/>
    <w:semiHidden/>
    <w:rsid w:val="00FA1E73"/>
    <w:pPr>
      <w:tabs>
        <w:tab w:val="left" w:pos="284"/>
        <w:tab w:val="left" w:pos="1701"/>
      </w:tabs>
      <w:spacing w:before="120" w:line="240" w:lineRule="exact"/>
    </w:pPr>
    <w:rPr>
      <w:rFonts w:ascii="Arial" w:hAnsi="Arial" w:cs="Arial"/>
      <w:szCs w:val="18"/>
      <w:lang w:val="en-US" w:eastAsia="en-US"/>
    </w:rPr>
  </w:style>
  <w:style w:type="paragraph" w:customStyle="1" w:styleId="SABulletPoint">
    <w:name w:val="SA Bullet Point"/>
    <w:semiHidden/>
    <w:rsid w:val="00740BF2"/>
    <w:pPr>
      <w:numPr>
        <w:numId w:val="34"/>
      </w:numPr>
      <w:tabs>
        <w:tab w:val="left" w:pos="1701"/>
      </w:tabs>
      <w:spacing w:line="240" w:lineRule="exact"/>
    </w:pPr>
    <w:rPr>
      <w:rFonts w:ascii="Arial" w:hAnsi="Arial" w:cs="Arial"/>
      <w:sz w:val="18"/>
      <w:szCs w:val="18"/>
      <w:lang w:val="en-US" w:eastAsia="en-US"/>
    </w:rPr>
  </w:style>
  <w:style w:type="paragraph" w:customStyle="1" w:styleId="SAFootnote">
    <w:name w:val="SA Footnote"/>
    <w:semiHidden/>
    <w:rsid w:val="00412739"/>
    <w:pPr>
      <w:spacing w:line="180" w:lineRule="exact"/>
    </w:pPr>
    <w:rPr>
      <w:rFonts w:ascii="Arial" w:hAnsi="Arial" w:cs="Arial"/>
      <w:i/>
      <w:sz w:val="14"/>
      <w:szCs w:val="14"/>
      <w:lang w:eastAsia="en-US"/>
    </w:rPr>
  </w:style>
  <w:style w:type="paragraph" w:customStyle="1" w:styleId="SACopyrightInfoFooter">
    <w:name w:val="SA Copyright Info (Footer)"/>
    <w:basedOn w:val="Footer"/>
    <w:semiHidden/>
    <w:rsid w:val="00DF553B"/>
    <w:pPr>
      <w:spacing w:line="180" w:lineRule="exact"/>
    </w:pPr>
    <w:rPr>
      <w:sz w:val="14"/>
      <w:szCs w:val="14"/>
    </w:rPr>
  </w:style>
  <w:style w:type="paragraph" w:styleId="Footer">
    <w:name w:val="footer"/>
    <w:basedOn w:val="Normal"/>
    <w:semiHidden/>
    <w:rsid w:val="00DF553B"/>
    <w:pPr>
      <w:tabs>
        <w:tab w:val="center" w:pos="4153"/>
        <w:tab w:val="right" w:pos="8306"/>
      </w:tabs>
      <w:spacing w:after="0" w:line="240" w:lineRule="auto"/>
    </w:pPr>
    <w:rPr>
      <w:rFonts w:cs="Arial"/>
      <w:szCs w:val="20"/>
      <w:lang w:val="en-US"/>
    </w:rPr>
  </w:style>
  <w:style w:type="paragraph" w:customStyle="1" w:styleId="SAPageHeader-DocumentTitle">
    <w:name w:val="SA Page Header - Document Title"/>
    <w:semiHidden/>
    <w:rsid w:val="00F71E1D"/>
    <w:pPr>
      <w:spacing w:line="200" w:lineRule="exact"/>
    </w:pPr>
    <w:rPr>
      <w:rFonts w:ascii="Arial" w:hAnsi="Arial" w:cs="Arial"/>
      <w:b/>
      <w:noProof/>
      <w:sz w:val="16"/>
      <w:szCs w:val="16"/>
    </w:rPr>
  </w:style>
  <w:style w:type="paragraph" w:customStyle="1" w:styleId="SAPageHeader-DocumentVersion">
    <w:name w:val="SA Page Header - Document Version #"/>
    <w:semiHidden/>
    <w:rsid w:val="00DF553B"/>
    <w:pPr>
      <w:spacing w:line="200" w:lineRule="exact"/>
    </w:pPr>
    <w:rPr>
      <w:rFonts w:ascii="Arial" w:hAnsi="Arial" w:cs="Arial"/>
      <w:sz w:val="16"/>
      <w:szCs w:val="16"/>
      <w:lang w:eastAsia="en-US"/>
    </w:rPr>
  </w:style>
  <w:style w:type="paragraph" w:customStyle="1" w:styleId="SAPageHeader-DocVersionFileName">
    <w:name w:val="SA Page Header - Doc Version #/File Name"/>
    <w:semiHidden/>
    <w:rsid w:val="00F71E1D"/>
    <w:pPr>
      <w:spacing w:line="200" w:lineRule="exact"/>
    </w:pPr>
    <w:rPr>
      <w:rFonts w:ascii="Arial" w:hAnsi="Arial" w:cs="Arial"/>
      <w:sz w:val="16"/>
      <w:szCs w:val="16"/>
      <w:lang w:eastAsia="en-US"/>
    </w:rPr>
  </w:style>
  <w:style w:type="paragraph" w:customStyle="1" w:styleId="SAPageHeader-DocVersion">
    <w:name w:val="SA Page Header - Doc Version #"/>
    <w:semiHidden/>
    <w:rsid w:val="00F71E1D"/>
    <w:pPr>
      <w:spacing w:line="200" w:lineRule="exact"/>
    </w:pPr>
    <w:rPr>
      <w:rFonts w:ascii="Arial" w:hAnsi="Arial" w:cs="Arial"/>
      <w:sz w:val="16"/>
      <w:szCs w:val="16"/>
      <w:lang w:eastAsia="en-US"/>
    </w:rPr>
  </w:style>
  <w:style w:type="paragraph" w:customStyle="1" w:styleId="SAPageHeader-FileName">
    <w:name w:val="SA Page Header - File Name"/>
    <w:basedOn w:val="SAPageHeader-DocVersion"/>
    <w:semiHidden/>
    <w:rsid w:val="00F71E1D"/>
    <w:pPr>
      <w:pBdr>
        <w:bottom w:val="single" w:sz="4" w:space="1" w:color="auto"/>
      </w:pBdr>
    </w:pPr>
  </w:style>
  <w:style w:type="paragraph" w:customStyle="1" w:styleId="SAPageNumber">
    <w:name w:val="SA Page Number"/>
    <w:semiHidden/>
    <w:rsid w:val="00F71E1D"/>
    <w:pPr>
      <w:spacing w:line="200" w:lineRule="exact"/>
      <w:jc w:val="right"/>
    </w:pPr>
    <w:rPr>
      <w:rFonts w:ascii="Arial" w:hAnsi="Arial" w:cs="Arial"/>
      <w:snapToGrid w:val="0"/>
      <w:sz w:val="16"/>
      <w:szCs w:val="16"/>
      <w:lang w:val="en-US" w:eastAsia="en-US"/>
    </w:rPr>
  </w:style>
  <w:style w:type="paragraph" w:customStyle="1" w:styleId="SATitlePagePrimaryHeading">
    <w:name w:val="SA Title Page Primary Heading"/>
    <w:semiHidden/>
    <w:rsid w:val="00F23FF5"/>
    <w:pPr>
      <w:spacing w:line="400" w:lineRule="exact"/>
    </w:pPr>
    <w:rPr>
      <w:rFonts w:ascii="Arial" w:hAnsi="Arial" w:cs="Arial"/>
      <w:sz w:val="36"/>
      <w:szCs w:val="36"/>
      <w:lang w:eastAsia="en-US"/>
    </w:rPr>
  </w:style>
  <w:style w:type="paragraph" w:customStyle="1" w:styleId="SATitlePageSecondaryInfo">
    <w:name w:val="SA Title Page Secondary Info"/>
    <w:semiHidden/>
    <w:rsid w:val="00F23FF5"/>
    <w:pPr>
      <w:spacing w:before="280" w:line="280" w:lineRule="exact"/>
    </w:pPr>
    <w:rPr>
      <w:rFonts w:ascii="Arial" w:hAnsi="Arial" w:cs="Arial"/>
      <w:sz w:val="24"/>
      <w:szCs w:val="24"/>
      <w:lang w:eastAsia="en-US"/>
    </w:rPr>
  </w:style>
  <w:style w:type="paragraph" w:customStyle="1" w:styleId="SATitlePageVersionDateAuthor">
    <w:name w:val="SA Title Page Version/Date/Author"/>
    <w:semiHidden/>
    <w:rsid w:val="00F23FF5"/>
    <w:pPr>
      <w:spacing w:line="240" w:lineRule="exact"/>
    </w:pPr>
    <w:rPr>
      <w:rFonts w:ascii="Arial" w:hAnsi="Arial" w:cs="Arial"/>
      <w:lang w:eastAsia="en-US"/>
    </w:rPr>
  </w:style>
  <w:style w:type="paragraph" w:customStyle="1" w:styleId="SATitlePageAdditionalNotes">
    <w:name w:val="SA Title Page Additional Notes"/>
    <w:basedOn w:val="Normal"/>
    <w:semiHidden/>
    <w:rsid w:val="00F23FF5"/>
    <w:pPr>
      <w:spacing w:before="120" w:line="240" w:lineRule="exact"/>
    </w:pPr>
    <w:rPr>
      <w:i/>
      <w:sz w:val="18"/>
      <w:szCs w:val="18"/>
    </w:rPr>
  </w:style>
  <w:style w:type="paragraph" w:customStyle="1" w:styleId="SATable">
    <w:name w:val="SA Table"/>
    <w:semiHidden/>
    <w:rsid w:val="00045FB9"/>
    <w:rPr>
      <w:rFonts w:ascii="Arial" w:hAnsi="Arial" w:cs="Arial"/>
      <w:sz w:val="18"/>
      <w:szCs w:val="18"/>
      <w:lang w:val="en-US" w:eastAsia="en-US"/>
    </w:rPr>
  </w:style>
  <w:style w:type="paragraph" w:customStyle="1" w:styleId="SALHDate">
    <w:name w:val="SA LH Date"/>
    <w:basedOn w:val="SABodyCopy"/>
    <w:rsid w:val="00000800"/>
    <w:pPr>
      <w:spacing w:before="135" w:line="270" w:lineRule="exact"/>
    </w:pPr>
  </w:style>
  <w:style w:type="paragraph" w:customStyle="1" w:styleId="SALHName">
    <w:name w:val="SA LH Name"/>
    <w:basedOn w:val="SABodyCopy"/>
    <w:rsid w:val="00793D8A"/>
  </w:style>
  <w:style w:type="paragraph" w:customStyle="1" w:styleId="SALHAddressLine">
    <w:name w:val="SA LH Address Line"/>
    <w:basedOn w:val="SABodyCopy"/>
    <w:rsid w:val="00000800"/>
    <w:pPr>
      <w:spacing w:before="0" w:line="270" w:lineRule="exact"/>
    </w:pPr>
  </w:style>
  <w:style w:type="paragraph" w:customStyle="1" w:styleId="SALHSubjectLine">
    <w:name w:val="SA LH Subject Line"/>
    <w:basedOn w:val="SASubjectLine"/>
    <w:rsid w:val="00000800"/>
    <w:pPr>
      <w:spacing w:before="135" w:line="270" w:lineRule="exact"/>
    </w:pPr>
  </w:style>
  <w:style w:type="paragraph" w:customStyle="1" w:styleId="SALHBodyCopy">
    <w:name w:val="SA LH Body Copy"/>
    <w:basedOn w:val="SABodyCopy"/>
    <w:rsid w:val="00000800"/>
    <w:pPr>
      <w:spacing w:before="135" w:line="270" w:lineRule="exact"/>
    </w:pPr>
  </w:style>
  <w:style w:type="paragraph" w:customStyle="1" w:styleId="SALHBullet">
    <w:name w:val="SA LH Bullet"/>
    <w:basedOn w:val="SALHBodyCopy"/>
    <w:rsid w:val="001A238A"/>
    <w:pPr>
      <w:numPr>
        <w:numId w:val="36"/>
      </w:numPr>
    </w:pPr>
  </w:style>
  <w:style w:type="numbering" w:styleId="111111">
    <w:name w:val="Outline List 2"/>
    <w:basedOn w:val="NoList"/>
    <w:semiHidden/>
    <w:rsid w:val="001A238A"/>
    <w:pPr>
      <w:numPr>
        <w:numId w:val="42"/>
      </w:numPr>
    </w:pPr>
  </w:style>
  <w:style w:type="numbering" w:styleId="1ai">
    <w:name w:val="Outline List 1"/>
    <w:basedOn w:val="NoList"/>
    <w:semiHidden/>
    <w:rsid w:val="001A238A"/>
    <w:pPr>
      <w:numPr>
        <w:numId w:val="43"/>
      </w:numPr>
    </w:pPr>
  </w:style>
  <w:style w:type="numbering" w:styleId="ArticleSection">
    <w:name w:val="Outline List 3"/>
    <w:basedOn w:val="NoList"/>
    <w:semiHidden/>
    <w:rsid w:val="001A238A"/>
    <w:pPr>
      <w:numPr>
        <w:numId w:val="44"/>
      </w:numPr>
    </w:pPr>
  </w:style>
  <w:style w:type="paragraph" w:styleId="BlockText">
    <w:name w:val="Block Text"/>
    <w:basedOn w:val="Normal"/>
    <w:semiHidden/>
    <w:rsid w:val="001A238A"/>
    <w:pPr>
      <w:spacing w:line="240" w:lineRule="auto"/>
      <w:ind w:left="1440" w:right="1440"/>
    </w:pPr>
    <w:rPr>
      <w:rFonts w:cs="Arial"/>
      <w:szCs w:val="20"/>
      <w:lang w:val="en-US"/>
    </w:rPr>
  </w:style>
  <w:style w:type="paragraph" w:styleId="BodyText">
    <w:name w:val="Body Text"/>
    <w:basedOn w:val="Normal"/>
    <w:semiHidden/>
    <w:rsid w:val="001A238A"/>
    <w:pPr>
      <w:spacing w:line="240" w:lineRule="auto"/>
    </w:pPr>
    <w:rPr>
      <w:rFonts w:cs="Arial"/>
      <w:szCs w:val="20"/>
      <w:lang w:val="en-US"/>
    </w:rPr>
  </w:style>
  <w:style w:type="paragraph" w:styleId="BodyText2">
    <w:name w:val="Body Text 2"/>
    <w:basedOn w:val="Normal"/>
    <w:semiHidden/>
    <w:rsid w:val="001A238A"/>
    <w:pPr>
      <w:spacing w:line="480" w:lineRule="auto"/>
    </w:pPr>
    <w:rPr>
      <w:rFonts w:cs="Arial"/>
      <w:szCs w:val="20"/>
      <w:lang w:val="en-US"/>
    </w:rPr>
  </w:style>
  <w:style w:type="paragraph" w:styleId="BodyText3">
    <w:name w:val="Body Text 3"/>
    <w:basedOn w:val="Normal"/>
    <w:semiHidden/>
    <w:rsid w:val="001A238A"/>
    <w:pPr>
      <w:spacing w:line="240" w:lineRule="auto"/>
    </w:pPr>
    <w:rPr>
      <w:rFonts w:cs="Arial"/>
      <w:sz w:val="16"/>
      <w:szCs w:val="16"/>
      <w:lang w:val="en-US"/>
    </w:rPr>
  </w:style>
  <w:style w:type="paragraph" w:styleId="BodyTextFirstIndent">
    <w:name w:val="Body Text First Indent"/>
    <w:basedOn w:val="BodyText"/>
    <w:semiHidden/>
    <w:rsid w:val="001A238A"/>
    <w:pPr>
      <w:ind w:firstLine="210"/>
    </w:pPr>
  </w:style>
  <w:style w:type="paragraph" w:styleId="BodyTextIndent">
    <w:name w:val="Body Text Indent"/>
    <w:basedOn w:val="Normal"/>
    <w:semiHidden/>
    <w:rsid w:val="001A238A"/>
    <w:pPr>
      <w:spacing w:line="240" w:lineRule="auto"/>
      <w:ind w:left="283"/>
    </w:pPr>
    <w:rPr>
      <w:rFonts w:cs="Arial"/>
      <w:szCs w:val="20"/>
      <w:lang w:val="en-US"/>
    </w:rPr>
  </w:style>
  <w:style w:type="paragraph" w:styleId="BodyTextFirstIndent2">
    <w:name w:val="Body Text First Indent 2"/>
    <w:basedOn w:val="BodyTextIndent"/>
    <w:semiHidden/>
    <w:rsid w:val="001A238A"/>
    <w:pPr>
      <w:ind w:firstLine="210"/>
    </w:pPr>
  </w:style>
  <w:style w:type="paragraph" w:styleId="BodyTextIndent2">
    <w:name w:val="Body Text Indent 2"/>
    <w:basedOn w:val="Normal"/>
    <w:semiHidden/>
    <w:rsid w:val="001A238A"/>
    <w:pPr>
      <w:spacing w:line="480" w:lineRule="auto"/>
      <w:ind w:left="283"/>
    </w:pPr>
    <w:rPr>
      <w:rFonts w:cs="Arial"/>
      <w:szCs w:val="20"/>
      <w:lang w:val="en-US"/>
    </w:rPr>
  </w:style>
  <w:style w:type="paragraph" w:styleId="BodyTextIndent3">
    <w:name w:val="Body Text Indent 3"/>
    <w:basedOn w:val="Normal"/>
    <w:semiHidden/>
    <w:rsid w:val="001A238A"/>
    <w:pPr>
      <w:spacing w:line="240" w:lineRule="auto"/>
      <w:ind w:left="283"/>
    </w:pPr>
    <w:rPr>
      <w:rFonts w:cs="Arial"/>
      <w:sz w:val="16"/>
      <w:szCs w:val="16"/>
      <w:lang w:val="en-US"/>
    </w:rPr>
  </w:style>
  <w:style w:type="paragraph" w:styleId="Closing">
    <w:name w:val="Closing"/>
    <w:basedOn w:val="Normal"/>
    <w:semiHidden/>
    <w:rsid w:val="001A238A"/>
    <w:pPr>
      <w:spacing w:after="0" w:line="240" w:lineRule="auto"/>
      <w:ind w:left="4252"/>
    </w:pPr>
    <w:rPr>
      <w:rFonts w:cs="Arial"/>
      <w:szCs w:val="20"/>
      <w:lang w:val="en-US"/>
    </w:rPr>
  </w:style>
  <w:style w:type="paragraph" w:styleId="Date">
    <w:name w:val="Date"/>
    <w:basedOn w:val="Normal"/>
    <w:next w:val="Normal"/>
    <w:semiHidden/>
    <w:rsid w:val="001A238A"/>
    <w:pPr>
      <w:spacing w:after="0" w:line="240" w:lineRule="auto"/>
    </w:pPr>
    <w:rPr>
      <w:rFonts w:cs="Arial"/>
      <w:szCs w:val="20"/>
      <w:lang w:val="en-US"/>
    </w:rPr>
  </w:style>
  <w:style w:type="paragraph" w:styleId="E-mailSignature">
    <w:name w:val="E-mail Signature"/>
    <w:basedOn w:val="Normal"/>
    <w:semiHidden/>
    <w:rsid w:val="001A238A"/>
    <w:pPr>
      <w:spacing w:after="0" w:line="240" w:lineRule="auto"/>
    </w:pPr>
    <w:rPr>
      <w:rFonts w:cs="Arial"/>
      <w:szCs w:val="20"/>
      <w:lang w:val="en-US"/>
    </w:rPr>
  </w:style>
  <w:style w:type="character" w:styleId="Emphasis">
    <w:name w:val="Emphasis"/>
    <w:qFormat/>
    <w:rsid w:val="001A238A"/>
    <w:rPr>
      <w:i/>
      <w:iCs/>
    </w:rPr>
  </w:style>
  <w:style w:type="paragraph" w:styleId="EnvelopeAddress">
    <w:name w:val="envelope address"/>
    <w:basedOn w:val="Normal"/>
    <w:semiHidden/>
    <w:rsid w:val="001A238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cs="Arial"/>
      <w:sz w:val="24"/>
      <w:lang w:val="en-US"/>
    </w:rPr>
  </w:style>
  <w:style w:type="paragraph" w:styleId="EnvelopeReturn">
    <w:name w:val="envelope return"/>
    <w:basedOn w:val="Normal"/>
    <w:semiHidden/>
    <w:rsid w:val="001A238A"/>
    <w:pPr>
      <w:spacing w:after="0" w:line="240" w:lineRule="auto"/>
    </w:pPr>
    <w:rPr>
      <w:rFonts w:cs="Arial"/>
      <w:szCs w:val="20"/>
      <w:lang w:val="en-US"/>
    </w:rPr>
  </w:style>
  <w:style w:type="character" w:styleId="FollowedHyperlink">
    <w:name w:val="FollowedHyperlink"/>
    <w:semiHidden/>
    <w:rsid w:val="001A238A"/>
    <w:rPr>
      <w:color w:val="800080"/>
      <w:u w:val="single"/>
    </w:rPr>
  </w:style>
  <w:style w:type="character" w:styleId="HTMLAcronym">
    <w:name w:val="HTML Acronym"/>
    <w:basedOn w:val="DefaultParagraphFont"/>
    <w:semiHidden/>
    <w:rsid w:val="001A238A"/>
  </w:style>
  <w:style w:type="paragraph" w:styleId="HTMLAddress">
    <w:name w:val="HTML Address"/>
    <w:basedOn w:val="Normal"/>
    <w:semiHidden/>
    <w:rsid w:val="001A238A"/>
    <w:pPr>
      <w:spacing w:after="0" w:line="240" w:lineRule="auto"/>
    </w:pPr>
    <w:rPr>
      <w:rFonts w:cs="Arial"/>
      <w:i/>
      <w:iCs/>
      <w:szCs w:val="20"/>
      <w:lang w:val="en-US"/>
    </w:rPr>
  </w:style>
  <w:style w:type="character" w:styleId="HTMLCite">
    <w:name w:val="HTML Cite"/>
    <w:semiHidden/>
    <w:rsid w:val="001A238A"/>
    <w:rPr>
      <w:i/>
      <w:iCs/>
    </w:rPr>
  </w:style>
  <w:style w:type="character" w:styleId="HTMLCode">
    <w:name w:val="HTML Code"/>
    <w:semiHidden/>
    <w:rsid w:val="001A238A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1A238A"/>
    <w:rPr>
      <w:i/>
      <w:iCs/>
    </w:rPr>
  </w:style>
  <w:style w:type="character" w:styleId="HTMLKeyboard">
    <w:name w:val="HTML Keyboard"/>
    <w:semiHidden/>
    <w:rsid w:val="001A238A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1A238A"/>
    <w:pPr>
      <w:spacing w:after="0" w:line="240" w:lineRule="auto"/>
    </w:pPr>
    <w:rPr>
      <w:rFonts w:ascii="Courier New" w:hAnsi="Courier New" w:cs="Courier New"/>
      <w:szCs w:val="20"/>
      <w:lang w:val="en-US"/>
    </w:rPr>
  </w:style>
  <w:style w:type="character" w:styleId="HTMLSample">
    <w:name w:val="HTML Sample"/>
    <w:semiHidden/>
    <w:rsid w:val="001A238A"/>
    <w:rPr>
      <w:rFonts w:ascii="Courier New" w:hAnsi="Courier New" w:cs="Courier New"/>
    </w:rPr>
  </w:style>
  <w:style w:type="character" w:styleId="HTMLTypewriter">
    <w:name w:val="HTML Typewriter"/>
    <w:semiHidden/>
    <w:rsid w:val="001A238A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1A238A"/>
    <w:rPr>
      <w:i/>
      <w:iCs/>
    </w:rPr>
  </w:style>
  <w:style w:type="character" w:styleId="Hyperlink">
    <w:name w:val="Hyperlink"/>
    <w:uiPriority w:val="99"/>
    <w:rsid w:val="001A238A"/>
    <w:rPr>
      <w:color w:val="0000FF"/>
      <w:u w:val="single"/>
    </w:rPr>
  </w:style>
  <w:style w:type="character" w:styleId="LineNumber">
    <w:name w:val="line number"/>
    <w:basedOn w:val="DefaultParagraphFont"/>
    <w:semiHidden/>
    <w:rsid w:val="001A238A"/>
  </w:style>
  <w:style w:type="paragraph" w:styleId="List">
    <w:name w:val="List"/>
    <w:basedOn w:val="Normal"/>
    <w:semiHidden/>
    <w:rsid w:val="001A238A"/>
    <w:pPr>
      <w:spacing w:after="0" w:line="240" w:lineRule="auto"/>
      <w:ind w:left="283" w:hanging="283"/>
    </w:pPr>
    <w:rPr>
      <w:rFonts w:cs="Arial"/>
      <w:szCs w:val="20"/>
      <w:lang w:val="en-US"/>
    </w:rPr>
  </w:style>
  <w:style w:type="paragraph" w:styleId="List2">
    <w:name w:val="List 2"/>
    <w:basedOn w:val="Normal"/>
    <w:semiHidden/>
    <w:rsid w:val="001A238A"/>
    <w:pPr>
      <w:spacing w:after="0" w:line="240" w:lineRule="auto"/>
      <w:ind w:left="566" w:hanging="283"/>
    </w:pPr>
    <w:rPr>
      <w:rFonts w:cs="Arial"/>
      <w:szCs w:val="20"/>
      <w:lang w:val="en-US"/>
    </w:rPr>
  </w:style>
  <w:style w:type="paragraph" w:styleId="List3">
    <w:name w:val="List 3"/>
    <w:basedOn w:val="Normal"/>
    <w:semiHidden/>
    <w:rsid w:val="001A238A"/>
    <w:pPr>
      <w:spacing w:after="0" w:line="240" w:lineRule="auto"/>
      <w:ind w:left="849" w:hanging="283"/>
    </w:pPr>
    <w:rPr>
      <w:rFonts w:cs="Arial"/>
      <w:szCs w:val="20"/>
      <w:lang w:val="en-US"/>
    </w:rPr>
  </w:style>
  <w:style w:type="paragraph" w:styleId="List4">
    <w:name w:val="List 4"/>
    <w:basedOn w:val="Normal"/>
    <w:semiHidden/>
    <w:rsid w:val="001A238A"/>
    <w:pPr>
      <w:spacing w:after="0" w:line="240" w:lineRule="auto"/>
      <w:ind w:left="1132" w:hanging="283"/>
    </w:pPr>
    <w:rPr>
      <w:rFonts w:cs="Arial"/>
      <w:szCs w:val="20"/>
      <w:lang w:val="en-US"/>
    </w:rPr>
  </w:style>
  <w:style w:type="paragraph" w:styleId="List5">
    <w:name w:val="List 5"/>
    <w:basedOn w:val="Normal"/>
    <w:semiHidden/>
    <w:rsid w:val="001A238A"/>
    <w:pPr>
      <w:spacing w:after="0" w:line="240" w:lineRule="auto"/>
      <w:ind w:left="1415" w:hanging="283"/>
    </w:pPr>
    <w:rPr>
      <w:rFonts w:cs="Arial"/>
      <w:szCs w:val="20"/>
      <w:lang w:val="en-US"/>
    </w:rPr>
  </w:style>
  <w:style w:type="paragraph" w:styleId="ListBullet">
    <w:name w:val="List Bullet"/>
    <w:basedOn w:val="Normal"/>
    <w:semiHidden/>
    <w:rsid w:val="001A238A"/>
    <w:pPr>
      <w:numPr>
        <w:numId w:val="45"/>
      </w:numPr>
      <w:spacing w:after="0" w:line="240" w:lineRule="auto"/>
    </w:pPr>
    <w:rPr>
      <w:rFonts w:cs="Arial"/>
      <w:szCs w:val="20"/>
      <w:lang w:val="en-US"/>
    </w:rPr>
  </w:style>
  <w:style w:type="paragraph" w:styleId="ListBullet2">
    <w:name w:val="List Bullet 2"/>
    <w:basedOn w:val="Normal"/>
    <w:semiHidden/>
    <w:rsid w:val="001A238A"/>
    <w:pPr>
      <w:numPr>
        <w:numId w:val="46"/>
      </w:numPr>
      <w:spacing w:after="0" w:line="240" w:lineRule="auto"/>
    </w:pPr>
    <w:rPr>
      <w:rFonts w:cs="Arial"/>
      <w:szCs w:val="20"/>
      <w:lang w:val="en-US"/>
    </w:rPr>
  </w:style>
  <w:style w:type="paragraph" w:styleId="ListBullet3">
    <w:name w:val="List Bullet 3"/>
    <w:basedOn w:val="Normal"/>
    <w:semiHidden/>
    <w:rsid w:val="001A238A"/>
    <w:pPr>
      <w:numPr>
        <w:numId w:val="47"/>
      </w:numPr>
      <w:spacing w:after="0" w:line="240" w:lineRule="auto"/>
    </w:pPr>
    <w:rPr>
      <w:rFonts w:cs="Arial"/>
      <w:szCs w:val="20"/>
      <w:lang w:val="en-US"/>
    </w:rPr>
  </w:style>
  <w:style w:type="paragraph" w:styleId="ListBullet4">
    <w:name w:val="List Bullet 4"/>
    <w:basedOn w:val="Normal"/>
    <w:semiHidden/>
    <w:rsid w:val="001A238A"/>
    <w:pPr>
      <w:numPr>
        <w:numId w:val="48"/>
      </w:numPr>
      <w:spacing w:after="0" w:line="240" w:lineRule="auto"/>
    </w:pPr>
    <w:rPr>
      <w:rFonts w:cs="Arial"/>
      <w:szCs w:val="20"/>
      <w:lang w:val="en-US"/>
    </w:rPr>
  </w:style>
  <w:style w:type="paragraph" w:styleId="ListBullet5">
    <w:name w:val="List Bullet 5"/>
    <w:basedOn w:val="Normal"/>
    <w:semiHidden/>
    <w:rsid w:val="001A238A"/>
    <w:pPr>
      <w:numPr>
        <w:numId w:val="49"/>
      </w:numPr>
      <w:spacing w:after="0" w:line="240" w:lineRule="auto"/>
    </w:pPr>
    <w:rPr>
      <w:rFonts w:cs="Arial"/>
      <w:szCs w:val="20"/>
      <w:lang w:val="en-US"/>
    </w:rPr>
  </w:style>
  <w:style w:type="paragraph" w:styleId="ListContinue">
    <w:name w:val="List Continue"/>
    <w:basedOn w:val="Normal"/>
    <w:semiHidden/>
    <w:rsid w:val="001A238A"/>
    <w:pPr>
      <w:spacing w:line="240" w:lineRule="auto"/>
      <w:ind w:left="283"/>
    </w:pPr>
    <w:rPr>
      <w:rFonts w:cs="Arial"/>
      <w:szCs w:val="20"/>
      <w:lang w:val="en-US"/>
    </w:rPr>
  </w:style>
  <w:style w:type="paragraph" w:styleId="ListContinue2">
    <w:name w:val="List Continue 2"/>
    <w:basedOn w:val="Normal"/>
    <w:semiHidden/>
    <w:rsid w:val="001A238A"/>
    <w:pPr>
      <w:spacing w:line="240" w:lineRule="auto"/>
      <w:ind w:left="566"/>
    </w:pPr>
    <w:rPr>
      <w:rFonts w:cs="Arial"/>
      <w:szCs w:val="20"/>
      <w:lang w:val="en-US"/>
    </w:rPr>
  </w:style>
  <w:style w:type="paragraph" w:styleId="ListContinue3">
    <w:name w:val="List Continue 3"/>
    <w:basedOn w:val="Normal"/>
    <w:semiHidden/>
    <w:rsid w:val="001A238A"/>
    <w:pPr>
      <w:spacing w:line="240" w:lineRule="auto"/>
      <w:ind w:left="849"/>
    </w:pPr>
    <w:rPr>
      <w:rFonts w:cs="Arial"/>
      <w:szCs w:val="20"/>
      <w:lang w:val="en-US"/>
    </w:rPr>
  </w:style>
  <w:style w:type="paragraph" w:styleId="ListContinue4">
    <w:name w:val="List Continue 4"/>
    <w:basedOn w:val="Normal"/>
    <w:semiHidden/>
    <w:rsid w:val="001A238A"/>
    <w:pPr>
      <w:spacing w:line="240" w:lineRule="auto"/>
      <w:ind w:left="1132"/>
    </w:pPr>
    <w:rPr>
      <w:rFonts w:cs="Arial"/>
      <w:szCs w:val="20"/>
      <w:lang w:val="en-US"/>
    </w:rPr>
  </w:style>
  <w:style w:type="paragraph" w:styleId="ListContinue5">
    <w:name w:val="List Continue 5"/>
    <w:basedOn w:val="Normal"/>
    <w:semiHidden/>
    <w:rsid w:val="001A238A"/>
    <w:pPr>
      <w:spacing w:line="240" w:lineRule="auto"/>
      <w:ind w:left="1415"/>
    </w:pPr>
    <w:rPr>
      <w:rFonts w:cs="Arial"/>
      <w:szCs w:val="20"/>
      <w:lang w:val="en-US"/>
    </w:rPr>
  </w:style>
  <w:style w:type="paragraph" w:styleId="ListNumber">
    <w:name w:val="List Number"/>
    <w:basedOn w:val="Normal"/>
    <w:semiHidden/>
    <w:rsid w:val="001A238A"/>
    <w:pPr>
      <w:numPr>
        <w:numId w:val="41"/>
      </w:numPr>
      <w:spacing w:after="0" w:line="240" w:lineRule="auto"/>
    </w:pPr>
    <w:rPr>
      <w:rFonts w:cs="Arial"/>
      <w:szCs w:val="20"/>
      <w:lang w:val="en-US"/>
    </w:rPr>
  </w:style>
  <w:style w:type="paragraph" w:styleId="ListNumber2">
    <w:name w:val="List Number 2"/>
    <w:basedOn w:val="Normal"/>
    <w:semiHidden/>
    <w:rsid w:val="001A238A"/>
    <w:pPr>
      <w:numPr>
        <w:numId w:val="39"/>
      </w:numPr>
      <w:spacing w:after="0" w:line="240" w:lineRule="auto"/>
    </w:pPr>
    <w:rPr>
      <w:rFonts w:cs="Arial"/>
      <w:szCs w:val="20"/>
      <w:lang w:val="en-US"/>
    </w:rPr>
  </w:style>
  <w:style w:type="paragraph" w:styleId="ListNumber3">
    <w:name w:val="List Number 3"/>
    <w:basedOn w:val="Normal"/>
    <w:semiHidden/>
    <w:rsid w:val="001A238A"/>
    <w:pPr>
      <w:numPr>
        <w:numId w:val="40"/>
      </w:numPr>
      <w:spacing w:after="0" w:line="240" w:lineRule="auto"/>
    </w:pPr>
    <w:rPr>
      <w:rFonts w:cs="Arial"/>
      <w:szCs w:val="20"/>
      <w:lang w:val="en-US"/>
    </w:rPr>
  </w:style>
  <w:style w:type="paragraph" w:styleId="ListNumber4">
    <w:name w:val="List Number 4"/>
    <w:basedOn w:val="Normal"/>
    <w:semiHidden/>
    <w:rsid w:val="001A238A"/>
    <w:pPr>
      <w:numPr>
        <w:numId w:val="37"/>
      </w:numPr>
      <w:spacing w:after="0" w:line="240" w:lineRule="auto"/>
    </w:pPr>
    <w:rPr>
      <w:rFonts w:cs="Arial"/>
      <w:szCs w:val="20"/>
      <w:lang w:val="en-US"/>
    </w:rPr>
  </w:style>
  <w:style w:type="paragraph" w:styleId="ListNumber5">
    <w:name w:val="List Number 5"/>
    <w:basedOn w:val="Normal"/>
    <w:semiHidden/>
    <w:rsid w:val="001A238A"/>
    <w:pPr>
      <w:numPr>
        <w:numId w:val="38"/>
      </w:numPr>
      <w:spacing w:after="0" w:line="240" w:lineRule="auto"/>
    </w:pPr>
    <w:rPr>
      <w:rFonts w:cs="Arial"/>
      <w:szCs w:val="20"/>
      <w:lang w:val="en-US"/>
    </w:rPr>
  </w:style>
  <w:style w:type="paragraph" w:styleId="MessageHeader">
    <w:name w:val="Message Header"/>
    <w:basedOn w:val="Normal"/>
    <w:semiHidden/>
    <w:rsid w:val="001A238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cs="Arial"/>
      <w:sz w:val="24"/>
      <w:lang w:val="en-US"/>
    </w:rPr>
  </w:style>
  <w:style w:type="paragraph" w:styleId="NormalWeb">
    <w:name w:val="Normal (Web)"/>
    <w:basedOn w:val="Normal"/>
    <w:semiHidden/>
    <w:rsid w:val="001A238A"/>
    <w:pPr>
      <w:spacing w:after="0" w:line="240" w:lineRule="auto"/>
    </w:pPr>
    <w:rPr>
      <w:rFonts w:ascii="Times New Roman" w:hAnsi="Times New Roman"/>
      <w:sz w:val="24"/>
      <w:lang w:val="en-US"/>
    </w:rPr>
  </w:style>
  <w:style w:type="paragraph" w:styleId="NormalIndent">
    <w:name w:val="Normal Indent"/>
    <w:basedOn w:val="Normal"/>
    <w:semiHidden/>
    <w:rsid w:val="001A238A"/>
    <w:pPr>
      <w:spacing w:after="0" w:line="240" w:lineRule="auto"/>
      <w:ind w:left="720"/>
    </w:pPr>
    <w:rPr>
      <w:rFonts w:cs="Arial"/>
      <w:szCs w:val="20"/>
      <w:lang w:val="en-US"/>
    </w:rPr>
  </w:style>
  <w:style w:type="paragraph" w:styleId="NoteHeading">
    <w:name w:val="Note Heading"/>
    <w:basedOn w:val="Normal"/>
    <w:next w:val="Normal"/>
    <w:semiHidden/>
    <w:rsid w:val="001A238A"/>
    <w:pPr>
      <w:spacing w:after="0" w:line="240" w:lineRule="auto"/>
    </w:pPr>
    <w:rPr>
      <w:rFonts w:cs="Arial"/>
      <w:szCs w:val="20"/>
      <w:lang w:val="en-US"/>
    </w:rPr>
  </w:style>
  <w:style w:type="character" w:styleId="PageNumber">
    <w:name w:val="page number"/>
    <w:basedOn w:val="DefaultParagraphFont"/>
    <w:semiHidden/>
    <w:rsid w:val="001A238A"/>
  </w:style>
  <w:style w:type="paragraph" w:styleId="PlainText">
    <w:name w:val="Plain Text"/>
    <w:basedOn w:val="Normal"/>
    <w:semiHidden/>
    <w:rsid w:val="001A238A"/>
    <w:pPr>
      <w:spacing w:after="0" w:line="240" w:lineRule="auto"/>
    </w:pPr>
    <w:rPr>
      <w:rFonts w:ascii="Courier New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semiHidden/>
    <w:rsid w:val="001A238A"/>
    <w:pPr>
      <w:spacing w:after="0" w:line="240" w:lineRule="auto"/>
    </w:pPr>
    <w:rPr>
      <w:rFonts w:cs="Arial"/>
      <w:szCs w:val="20"/>
      <w:lang w:val="en-US"/>
    </w:rPr>
  </w:style>
  <w:style w:type="paragraph" w:styleId="Signature">
    <w:name w:val="Signature"/>
    <w:basedOn w:val="Normal"/>
    <w:semiHidden/>
    <w:rsid w:val="001A238A"/>
    <w:pPr>
      <w:spacing w:after="0" w:line="240" w:lineRule="auto"/>
      <w:ind w:left="4252"/>
    </w:pPr>
    <w:rPr>
      <w:rFonts w:cs="Arial"/>
      <w:szCs w:val="20"/>
      <w:lang w:val="en-US"/>
    </w:rPr>
  </w:style>
  <w:style w:type="character" w:styleId="Strong">
    <w:name w:val="Strong"/>
    <w:qFormat/>
    <w:rsid w:val="001A238A"/>
    <w:rPr>
      <w:b/>
      <w:bCs/>
    </w:rPr>
  </w:style>
  <w:style w:type="paragraph" w:styleId="Subtitle">
    <w:name w:val="Subtitle"/>
    <w:basedOn w:val="Normal"/>
    <w:qFormat/>
    <w:rsid w:val="001A238A"/>
    <w:pPr>
      <w:spacing w:after="60" w:line="240" w:lineRule="auto"/>
      <w:jc w:val="center"/>
      <w:outlineLvl w:val="1"/>
    </w:pPr>
    <w:rPr>
      <w:rFonts w:cs="Arial"/>
      <w:sz w:val="24"/>
      <w:lang w:val="en-US"/>
    </w:rPr>
  </w:style>
  <w:style w:type="table" w:styleId="Table3Deffects1">
    <w:name w:val="Table 3D effects 1"/>
    <w:basedOn w:val="TableNormal"/>
    <w:semiHidden/>
    <w:rsid w:val="001A238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A238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A238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1A238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A238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A238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A238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A238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A238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A238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A238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A238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A238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A238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A238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A238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A238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1A2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1A238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A238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A238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A238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A23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A23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A238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A238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A238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A238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A238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A23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A238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A238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A238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A238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A238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A238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A238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A23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A238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A238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A2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A238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A238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A238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1A238A"/>
    <w:pPr>
      <w:spacing w:before="240" w:after="60" w:line="240" w:lineRule="auto"/>
      <w:jc w:val="center"/>
      <w:outlineLvl w:val="0"/>
    </w:pPr>
    <w:rPr>
      <w:rFonts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semiHidden/>
    <w:rsid w:val="0093659D"/>
    <w:rPr>
      <w:sz w:val="16"/>
      <w:szCs w:val="16"/>
    </w:rPr>
  </w:style>
  <w:style w:type="paragraph" w:styleId="CommentText">
    <w:name w:val="annotation text"/>
    <w:basedOn w:val="Normal"/>
    <w:semiHidden/>
    <w:rsid w:val="0093659D"/>
    <w:pPr>
      <w:spacing w:after="0" w:line="240" w:lineRule="auto"/>
    </w:pPr>
    <w:rPr>
      <w:rFonts w:cs="Arial"/>
      <w:szCs w:val="20"/>
      <w:lang w:val="en-US"/>
    </w:rPr>
  </w:style>
  <w:style w:type="paragraph" w:styleId="CommentSubject">
    <w:name w:val="annotation subject"/>
    <w:basedOn w:val="CommentText"/>
    <w:next w:val="CommentText"/>
    <w:semiHidden/>
    <w:rsid w:val="0093659D"/>
    <w:rPr>
      <w:b/>
      <w:bCs/>
    </w:rPr>
  </w:style>
  <w:style w:type="paragraph" w:styleId="BalloonText">
    <w:name w:val="Balloon Text"/>
    <w:basedOn w:val="Normal"/>
    <w:semiHidden/>
    <w:rsid w:val="0093659D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styleId="FootnoteReference">
    <w:name w:val="footnote reference"/>
    <w:semiHidden/>
    <w:rsid w:val="0093659D"/>
    <w:rPr>
      <w:vertAlign w:val="superscript"/>
    </w:rPr>
  </w:style>
  <w:style w:type="character" w:customStyle="1" w:styleId="Normalbold">
    <w:name w:val="Normal (bold)"/>
    <w:basedOn w:val="DefaultParagraphFont"/>
    <w:rsid w:val="00CA54D9"/>
    <w:rPr>
      <w:rFonts w:ascii="Arial" w:hAnsi="Arial"/>
      <w:b/>
      <w:sz w:val="20"/>
    </w:rPr>
  </w:style>
  <w:style w:type="paragraph" w:customStyle="1" w:styleId="Body-Paragraph">
    <w:name w:val="Body - Paragraph"/>
    <w:basedOn w:val="NoSpacing"/>
    <w:link w:val="Body-ParagraphChar"/>
    <w:qFormat/>
    <w:rsid w:val="00EE1362"/>
    <w:pPr>
      <w:spacing w:before="240" w:after="240" w:line="240" w:lineRule="exact"/>
    </w:pPr>
    <w:rPr>
      <w:rFonts w:ascii="Arial" w:eastAsiaTheme="minorEastAsia" w:hAnsi="Arial" w:cs="Arial"/>
      <w:color w:val="000000" w:themeColor="text1"/>
      <w:sz w:val="20"/>
      <w:szCs w:val="20"/>
      <w:lang w:val="en-US"/>
    </w:rPr>
  </w:style>
  <w:style w:type="character" w:customStyle="1" w:styleId="Body-ParagraphChar">
    <w:name w:val="Body - Paragraph Char"/>
    <w:basedOn w:val="DefaultParagraphFont"/>
    <w:link w:val="Body-Paragraph"/>
    <w:rsid w:val="00EE1362"/>
    <w:rPr>
      <w:rFonts w:ascii="Arial" w:eastAsiaTheme="minorEastAsia" w:hAnsi="Arial" w:cs="Arial"/>
      <w:color w:val="000000" w:themeColor="text1"/>
      <w:lang w:val="en-US" w:eastAsia="en-US"/>
    </w:rPr>
  </w:style>
  <w:style w:type="paragraph" w:styleId="NoSpacing">
    <w:name w:val="No Spacing"/>
    <w:uiPriority w:val="99"/>
    <w:qFormat/>
    <w:rsid w:val="00EE136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EE1362"/>
    <w:rPr>
      <w:rFonts w:ascii="Arial" w:hAnsi="Arial" w:cs="Arial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71C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sb.org.au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Kara.Chan@standards.org.a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yd-fs1.sa.internal\templates\SA-2013-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9361C0924AB47A2B13393BFDF77C4" ma:contentTypeVersion="12" ma:contentTypeDescription="Create a new document." ma:contentTypeScope="" ma:versionID="877b3a80972da79069cf6db6c9b5a742">
  <xsd:schema xmlns:xsd="http://www.w3.org/2001/XMLSchema" xmlns:xs="http://www.w3.org/2001/XMLSchema" xmlns:p="http://schemas.microsoft.com/office/2006/metadata/properties" xmlns:ns2="7aa26ff8-f852-4791-969c-d3c5814cfde3" xmlns:ns3="cf4c908b-213f-48fa-9923-865b8a05e513" targetNamespace="http://schemas.microsoft.com/office/2006/metadata/properties" ma:root="true" ma:fieldsID="9577d1364631c7bb676ef9f542cebae0" ns2:_="" ns3:_="">
    <xsd:import namespace="7aa26ff8-f852-4791-969c-d3c5814cfde3"/>
    <xsd:import namespace="cf4c908b-213f-48fa-9923-865b8a05e5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26ff8-f852-4791-969c-d3c5814cf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c908b-213f-48fa-9923-865b8a05e5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808727-BC92-4E73-AD75-4E92C5F482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CE7D5D-259B-49E3-94D9-A4D66DD9616F}"/>
</file>

<file path=customXml/itemProps3.xml><?xml version="1.0" encoding="utf-8"?>
<ds:datastoreItem xmlns:ds="http://schemas.openxmlformats.org/officeDocument/2006/customXml" ds:itemID="{9937F2C8-10A5-4967-B1D3-43368103234B}"/>
</file>

<file path=customXml/itemProps4.xml><?xml version="1.0" encoding="utf-8"?>
<ds:datastoreItem xmlns:ds="http://schemas.openxmlformats.org/officeDocument/2006/customXml" ds:itemID="{8730BFB9-0981-421D-A33B-FA6A849EDCE2}"/>
</file>

<file path=docProps/app.xml><?xml version="1.0" encoding="utf-8"?>
<Properties xmlns="http://schemas.openxmlformats.org/officeDocument/2006/extended-properties" xmlns:vt="http://schemas.openxmlformats.org/officeDocument/2006/docPropsVTypes">
  <Template>SA-2013-Letterhead.dotx</Template>
  <TotalTime>6</TotalTime>
  <Pages>2</Pages>
  <Words>406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 June 2009</vt:lpstr>
    </vt:vector>
  </TitlesOfParts>
  <Company>Standards Australia</Company>
  <LinksUpToDate>false</LinksUpToDate>
  <CharactersWithSpaces>2946</CharactersWithSpaces>
  <SharedDoc>false</SharedDoc>
  <HLinks>
    <vt:vector size="24" baseType="variant">
      <vt:variant>
        <vt:i4>786472</vt:i4>
      </vt:variant>
      <vt:variant>
        <vt:i4>-1</vt:i4>
      </vt:variant>
      <vt:variant>
        <vt:i4>2063</vt:i4>
      </vt:variant>
      <vt:variant>
        <vt:i4>1</vt:i4>
      </vt:variant>
      <vt:variant>
        <vt:lpwstr>letterhead-boiler</vt:lpwstr>
      </vt:variant>
      <vt:variant>
        <vt:lpwstr/>
      </vt:variant>
      <vt:variant>
        <vt:i4>5701720</vt:i4>
      </vt:variant>
      <vt:variant>
        <vt:i4>-1</vt:i4>
      </vt:variant>
      <vt:variant>
        <vt:i4>2049</vt:i4>
      </vt:variant>
      <vt:variant>
        <vt:i4>1</vt:i4>
      </vt:variant>
      <vt:variant>
        <vt:lpwstr>SA_Logo_letterhead</vt:lpwstr>
      </vt:variant>
      <vt:variant>
        <vt:lpwstr/>
      </vt:variant>
      <vt:variant>
        <vt:i4>3604499</vt:i4>
      </vt:variant>
      <vt:variant>
        <vt:i4>-1</vt:i4>
      </vt:variant>
      <vt:variant>
        <vt:i4>2052</vt:i4>
      </vt:variant>
      <vt:variant>
        <vt:i4>1</vt:i4>
      </vt:variant>
      <vt:variant>
        <vt:lpwstr>address_detail_L'head</vt:lpwstr>
      </vt:variant>
      <vt:variant>
        <vt:lpwstr/>
      </vt:variant>
      <vt:variant>
        <vt:i4>917552</vt:i4>
      </vt:variant>
      <vt:variant>
        <vt:i4>-1</vt:i4>
      </vt:variant>
      <vt:variant>
        <vt:i4>2064</vt:i4>
      </vt:variant>
      <vt:variant>
        <vt:i4>1</vt:i4>
      </vt:variant>
      <vt:variant>
        <vt:lpwstr>letterhead-footer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 June 2009</dc:title>
  <dc:creator>Daniel Chidgey</dc:creator>
  <cp:lastModifiedBy>Kara Chan</cp:lastModifiedBy>
  <cp:revision>3</cp:revision>
  <cp:lastPrinted>2013-05-15T23:49:00Z</cp:lastPrinted>
  <dcterms:created xsi:type="dcterms:W3CDTF">2020-07-27T06:20:00Z</dcterms:created>
  <dcterms:modified xsi:type="dcterms:W3CDTF">2020-07-27T06:25:00Z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0x0101004629361C0924AB47A2B13393BFDF77C4</vt:lpwstr>
  </property>
</Properties>
</file>